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1F" w:rsidRPr="00DB091F" w:rsidRDefault="00AB67C4" w:rsidP="00DB091F">
      <w:pPr>
        <w:spacing w:after="0" w:line="240" w:lineRule="auto"/>
        <w:rPr>
          <w:rFonts w:ascii="Comic Sans MS" w:hAnsi="Comic Sans MS"/>
          <w:i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-36194</wp:posOffset>
            </wp:positionV>
            <wp:extent cx="581025" cy="762124"/>
            <wp:effectExtent l="0" t="0" r="0" b="0"/>
            <wp:wrapNone/>
            <wp:docPr id="5" name="Picture 3" descr="Description: Harrisfield 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arrisfield PS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97790</wp:posOffset>
                </wp:positionV>
                <wp:extent cx="4651375" cy="23050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137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32D" w:rsidRPr="001470F1" w:rsidRDefault="00E9132D" w:rsidP="00DB091F">
                            <w:pPr>
                              <w:rPr>
                                <w:rFonts w:ascii="Arial" w:hAnsi="Arial"/>
                                <w:color w:val="990033"/>
                                <w:sz w:val="36"/>
                              </w:rPr>
                            </w:pPr>
                            <w:r w:rsidRPr="001470F1">
                              <w:rPr>
                                <w:rFonts w:ascii="Arial" w:hAnsi="Arial"/>
                                <w:b/>
                                <w:color w:val="990033"/>
                                <w:sz w:val="32"/>
                              </w:rPr>
                              <w:t>Harrisfield Primary School</w:t>
                            </w:r>
                          </w:p>
                          <w:p w:rsidR="00E9132D" w:rsidRDefault="00E9132D" w:rsidP="00DB091F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0.05pt;margin-top:7.7pt;width:366.25pt;height:1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" o:allowincell="f" filled="f" stroked="f">
                <v:textbox inset="1pt,1pt,1pt,1pt">
                  <w:txbxContent>
                    <w:p w:rsidR="00E9132D" w:rsidRPr="001470F1" w:rsidRDefault="00E9132D" w:rsidP="00DB091F">
                      <w:pPr>
                        <w:rPr>
                          <w:rFonts w:ascii="Arial" w:hAnsi="Arial"/>
                          <w:color w:val="990033"/>
                          <w:sz w:val="36"/>
                        </w:rPr>
                      </w:pPr>
                      <w:r w:rsidRPr="001470F1">
                        <w:rPr>
                          <w:rFonts w:ascii="Arial" w:hAnsi="Arial"/>
                          <w:b/>
                          <w:color w:val="990033"/>
                          <w:sz w:val="32"/>
                        </w:rPr>
                        <w:t>Harrisfield Primary School</w:t>
                      </w:r>
                    </w:p>
                    <w:p w:rsidR="00E9132D" w:rsidRDefault="00E9132D" w:rsidP="00DB091F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B091F" w:rsidRPr="00DB091F" w:rsidRDefault="00DB091F" w:rsidP="00DB091F">
      <w:pPr>
        <w:spacing w:after="0" w:line="240" w:lineRule="auto"/>
        <w:rPr>
          <w:rFonts w:ascii="Arial" w:hAnsi="Arial"/>
          <w:i/>
          <w:sz w:val="20"/>
          <w:lang w:eastAsia="en-US"/>
        </w:rPr>
      </w:pPr>
    </w:p>
    <w:p w:rsidR="00E57BEE" w:rsidRDefault="00E57BEE" w:rsidP="009C722A"/>
    <w:p w:rsidR="00EC2C1C" w:rsidRDefault="00C9552A" w:rsidP="00EC2C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8A66D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C421C6">
        <w:rPr>
          <w:b/>
          <w:sz w:val="28"/>
          <w:szCs w:val="28"/>
        </w:rPr>
        <w:t>Summer</w:t>
      </w:r>
      <w:r>
        <w:rPr>
          <w:b/>
          <w:sz w:val="28"/>
          <w:szCs w:val="28"/>
        </w:rPr>
        <w:t xml:space="preserve"> Interschool Sport Program</w:t>
      </w:r>
    </w:p>
    <w:p w:rsidR="00DA62CC" w:rsidRDefault="00DA62CC" w:rsidP="00EC2C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 be returned by </w:t>
      </w:r>
      <w:r w:rsidR="00BF7800">
        <w:rPr>
          <w:b/>
          <w:sz w:val="28"/>
          <w:szCs w:val="28"/>
        </w:rPr>
        <w:t>August 9th</w:t>
      </w:r>
      <w:r>
        <w:rPr>
          <w:b/>
          <w:sz w:val="28"/>
          <w:szCs w:val="28"/>
        </w:rPr>
        <w:t xml:space="preserve"> 2019</w:t>
      </w:r>
    </w:p>
    <w:p w:rsidR="009C722A" w:rsidRDefault="009C722A" w:rsidP="009C722A">
      <w:pPr>
        <w:spacing w:after="0"/>
        <w:rPr>
          <w:b/>
        </w:rPr>
      </w:pPr>
    </w:p>
    <w:p w:rsidR="00681A72" w:rsidRPr="00DC448C" w:rsidRDefault="00681A72" w:rsidP="00681A72">
      <w:pPr>
        <w:ind w:right="-675"/>
        <w:rPr>
          <w:sz w:val="24"/>
          <w:szCs w:val="24"/>
        </w:rPr>
      </w:pPr>
      <w:r w:rsidRPr="00DC448C">
        <w:rPr>
          <w:sz w:val="24"/>
          <w:szCs w:val="24"/>
        </w:rPr>
        <w:t>Inter</w:t>
      </w:r>
      <w:r w:rsidR="001E168A">
        <w:rPr>
          <w:sz w:val="24"/>
          <w:szCs w:val="24"/>
        </w:rPr>
        <w:t>s</w:t>
      </w:r>
      <w:r w:rsidRPr="00DC448C">
        <w:rPr>
          <w:sz w:val="24"/>
          <w:szCs w:val="24"/>
        </w:rPr>
        <w:t>chool Sport is a very valuable part of the School Curriculum as it gives our children the opportunity to p</w:t>
      </w:r>
      <w:r w:rsidR="00480422">
        <w:rPr>
          <w:sz w:val="24"/>
          <w:szCs w:val="24"/>
        </w:rPr>
        <w:t>articipate as a member of a team,</w:t>
      </w:r>
      <w:r w:rsidRPr="00DC448C">
        <w:rPr>
          <w:sz w:val="24"/>
          <w:szCs w:val="24"/>
        </w:rPr>
        <w:t xml:space="preserve"> help develop </w:t>
      </w:r>
      <w:r w:rsidR="00480422">
        <w:rPr>
          <w:sz w:val="24"/>
          <w:szCs w:val="24"/>
        </w:rPr>
        <w:t xml:space="preserve">a </w:t>
      </w:r>
      <w:r w:rsidRPr="00DC448C">
        <w:rPr>
          <w:sz w:val="24"/>
          <w:szCs w:val="24"/>
        </w:rPr>
        <w:t>team and a sense of belonging.  This term Harrisfield is offering the following in o</w:t>
      </w:r>
      <w:r>
        <w:rPr>
          <w:sz w:val="24"/>
          <w:szCs w:val="24"/>
        </w:rPr>
        <w:t xml:space="preserve">ur </w:t>
      </w:r>
      <w:r w:rsidR="00BF7800">
        <w:rPr>
          <w:sz w:val="24"/>
          <w:szCs w:val="24"/>
        </w:rPr>
        <w:t>summer</w:t>
      </w:r>
      <w:r>
        <w:rPr>
          <w:sz w:val="24"/>
          <w:szCs w:val="24"/>
        </w:rPr>
        <w:t xml:space="preserve"> sports program: </w:t>
      </w:r>
      <w:r w:rsidR="00BF7800">
        <w:rPr>
          <w:sz w:val="24"/>
          <w:szCs w:val="24"/>
        </w:rPr>
        <w:t>Basketball</w:t>
      </w:r>
      <w:r w:rsidR="006F0089">
        <w:rPr>
          <w:sz w:val="24"/>
          <w:szCs w:val="24"/>
        </w:rPr>
        <w:t xml:space="preserve">, </w:t>
      </w:r>
      <w:r w:rsidR="00BF7800">
        <w:rPr>
          <w:sz w:val="24"/>
          <w:szCs w:val="24"/>
        </w:rPr>
        <w:t>Volleyball</w:t>
      </w:r>
      <w:r w:rsidR="006F0089">
        <w:rPr>
          <w:sz w:val="24"/>
          <w:szCs w:val="24"/>
        </w:rPr>
        <w:t xml:space="preserve">, </w:t>
      </w:r>
      <w:r w:rsidR="00BF7800">
        <w:rPr>
          <w:sz w:val="24"/>
          <w:szCs w:val="24"/>
        </w:rPr>
        <w:t>Soft</w:t>
      </w:r>
      <w:r w:rsidR="006F0089">
        <w:rPr>
          <w:sz w:val="24"/>
          <w:szCs w:val="24"/>
        </w:rPr>
        <w:t xml:space="preserve">ball and </w:t>
      </w:r>
      <w:r w:rsidR="00BF7800">
        <w:rPr>
          <w:sz w:val="24"/>
          <w:szCs w:val="24"/>
        </w:rPr>
        <w:t>Hot Shots tennis</w:t>
      </w:r>
      <w:r w:rsidR="006F0089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93427D" w:rsidRDefault="0093427D" w:rsidP="009C722A">
      <w:pPr>
        <w:spacing w:after="0" w:line="240" w:lineRule="auto"/>
        <w:rPr>
          <w:b/>
          <w:sz w:val="24"/>
          <w:szCs w:val="24"/>
        </w:rPr>
      </w:pPr>
    </w:p>
    <w:p w:rsidR="00195D57" w:rsidRPr="002C4FB4" w:rsidRDefault="009C722A" w:rsidP="007D4EBD">
      <w:pPr>
        <w:spacing w:after="0" w:line="240" w:lineRule="auto"/>
        <w:rPr>
          <w:b/>
        </w:rPr>
      </w:pPr>
      <w:r w:rsidRPr="00C03D95">
        <w:rPr>
          <w:b/>
          <w:sz w:val="24"/>
          <w:szCs w:val="24"/>
        </w:rPr>
        <w:t>DATE OF EXCURSION:</w:t>
      </w:r>
      <w:r w:rsidR="002C4FB4">
        <w:rPr>
          <w:b/>
        </w:rPr>
        <w:t xml:space="preserve"> </w:t>
      </w:r>
      <w:r w:rsidR="007D4EBD">
        <w:rPr>
          <w:b/>
        </w:rPr>
        <w:t xml:space="preserve"> Every Friday beginning </w:t>
      </w:r>
      <w:r w:rsidR="00BF7800">
        <w:rPr>
          <w:b/>
        </w:rPr>
        <w:t>August 16th</w:t>
      </w:r>
      <w:r w:rsidR="007D4EBD">
        <w:rPr>
          <w:b/>
        </w:rPr>
        <w:t xml:space="preserve"> and ending </w:t>
      </w:r>
      <w:r w:rsidR="00BF7800">
        <w:rPr>
          <w:b/>
        </w:rPr>
        <w:t>November 15th</w:t>
      </w:r>
      <w:r w:rsidR="006F0089">
        <w:rPr>
          <w:b/>
        </w:rPr>
        <w:t xml:space="preserve"> </w:t>
      </w:r>
    </w:p>
    <w:p w:rsidR="009C722A" w:rsidRPr="00F62F5F" w:rsidRDefault="009C722A" w:rsidP="009C722A">
      <w:pPr>
        <w:spacing w:after="0" w:line="240" w:lineRule="auto"/>
        <w:rPr>
          <w:b/>
        </w:rPr>
      </w:pPr>
      <w:r w:rsidRPr="00C03D95">
        <w:rPr>
          <w:b/>
          <w:sz w:val="24"/>
          <w:szCs w:val="24"/>
        </w:rPr>
        <w:t>TYPE OF TRANSPORT:</w:t>
      </w:r>
      <w:r>
        <w:t xml:space="preserve">  </w:t>
      </w:r>
      <w:r w:rsidRPr="00F62F5F">
        <w:rPr>
          <w:b/>
        </w:rPr>
        <w:t>B</w:t>
      </w:r>
      <w:r w:rsidR="007D4EBD" w:rsidRPr="00F62F5F">
        <w:rPr>
          <w:b/>
        </w:rPr>
        <w:t>us for away games</w:t>
      </w:r>
    </w:p>
    <w:p w:rsidR="00C03D95" w:rsidRDefault="00C03D95" w:rsidP="009C722A">
      <w:pPr>
        <w:spacing w:after="0" w:line="240" w:lineRule="auto"/>
        <w:rPr>
          <w:b/>
          <w:sz w:val="24"/>
          <w:szCs w:val="24"/>
        </w:rPr>
      </w:pPr>
    </w:p>
    <w:p w:rsidR="009C722A" w:rsidRDefault="009C722A" w:rsidP="009C722A">
      <w:pPr>
        <w:spacing w:after="0" w:line="240" w:lineRule="auto"/>
        <w:rPr>
          <w:b/>
          <w:sz w:val="24"/>
          <w:szCs w:val="24"/>
        </w:rPr>
      </w:pPr>
      <w:r w:rsidRPr="00C03D95">
        <w:rPr>
          <w:b/>
          <w:sz w:val="24"/>
          <w:szCs w:val="24"/>
        </w:rPr>
        <w:t>REQUIREMENTS:</w:t>
      </w:r>
    </w:p>
    <w:p w:rsidR="00AA26D5" w:rsidRPr="00C03D95" w:rsidRDefault="00AA26D5" w:rsidP="009C722A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7"/>
        <w:gridCol w:w="3669"/>
        <w:gridCol w:w="3244"/>
      </w:tblGrid>
      <w:tr w:rsidR="00B94196" w:rsidTr="00195D57">
        <w:trPr>
          <w:trHeight w:val="397"/>
        </w:trPr>
        <w:tc>
          <w:tcPr>
            <w:tcW w:w="2887" w:type="dxa"/>
            <w:vAlign w:val="center"/>
          </w:tcPr>
          <w:p w:rsidR="00B94196" w:rsidRPr="002C4FB4" w:rsidRDefault="00B94196" w:rsidP="00A42F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</w:pPr>
            <w:r>
              <w:t>Drink Bottle</w:t>
            </w:r>
          </w:p>
        </w:tc>
        <w:tc>
          <w:tcPr>
            <w:tcW w:w="3669" w:type="dxa"/>
            <w:vAlign w:val="center"/>
          </w:tcPr>
          <w:p w:rsidR="00B94196" w:rsidRPr="002C4FB4" w:rsidRDefault="00D51DDE" w:rsidP="00F62F5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</w:pPr>
            <w:r>
              <w:t>Sport shoes</w:t>
            </w:r>
            <w:bookmarkStart w:id="0" w:name="_GoBack"/>
            <w:bookmarkEnd w:id="0"/>
          </w:p>
        </w:tc>
        <w:tc>
          <w:tcPr>
            <w:tcW w:w="3244" w:type="dxa"/>
            <w:vAlign w:val="center"/>
          </w:tcPr>
          <w:p w:rsidR="00B94196" w:rsidRPr="002C4FB4" w:rsidRDefault="00BF7800" w:rsidP="00BB67F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F</w:t>
            </w:r>
            <w:r w:rsidR="007D4EBD">
              <w:t>ull school uniform</w:t>
            </w:r>
          </w:p>
        </w:tc>
      </w:tr>
      <w:tr w:rsidR="00BF7800" w:rsidTr="00195D57">
        <w:trPr>
          <w:trHeight w:val="397"/>
        </w:trPr>
        <w:tc>
          <w:tcPr>
            <w:tcW w:w="2887" w:type="dxa"/>
            <w:vAlign w:val="center"/>
          </w:tcPr>
          <w:p w:rsidR="00BF7800" w:rsidRDefault="00BF7800" w:rsidP="00A42F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</w:pPr>
            <w:r>
              <w:t>Hat</w:t>
            </w:r>
          </w:p>
        </w:tc>
        <w:tc>
          <w:tcPr>
            <w:tcW w:w="3669" w:type="dxa"/>
            <w:vAlign w:val="center"/>
          </w:tcPr>
          <w:p w:rsidR="00BF7800" w:rsidRDefault="00BF7800" w:rsidP="00D51D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42"/>
            </w:pPr>
            <w:r>
              <w:t>Sunscreen</w:t>
            </w:r>
          </w:p>
        </w:tc>
        <w:tc>
          <w:tcPr>
            <w:tcW w:w="3244" w:type="dxa"/>
            <w:vAlign w:val="center"/>
          </w:tcPr>
          <w:p w:rsidR="00BF7800" w:rsidRDefault="00BF7800" w:rsidP="00BB67F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</w:p>
        </w:tc>
      </w:tr>
    </w:tbl>
    <w:p w:rsidR="00D17B41" w:rsidRDefault="00D17B41" w:rsidP="00D17B41">
      <w:pPr>
        <w:rPr>
          <w:rFonts w:asciiTheme="minorHAnsi" w:hAnsiTheme="minorHAnsi" w:cstheme="minorHAnsi"/>
          <w:b/>
        </w:rPr>
      </w:pPr>
    </w:p>
    <w:p w:rsidR="00D17B41" w:rsidRPr="00C03D95" w:rsidRDefault="00D17B41" w:rsidP="00D17B41">
      <w:pPr>
        <w:rPr>
          <w:rFonts w:asciiTheme="minorHAnsi" w:hAnsiTheme="minorHAnsi" w:cstheme="minorHAnsi"/>
          <w:b/>
        </w:rPr>
      </w:pPr>
      <w:r w:rsidRPr="00C03D95">
        <w:rPr>
          <w:rFonts w:asciiTheme="minorHAnsi" w:hAnsiTheme="minorHAnsi" w:cstheme="minorHAnsi"/>
          <w:b/>
        </w:rPr>
        <w:sym w:font="Wingdings" w:char="F022"/>
      </w:r>
      <w:r w:rsidRPr="00C03D95">
        <w:rPr>
          <w:rFonts w:asciiTheme="minorHAnsi" w:hAnsiTheme="minorHAnsi" w:cstheme="minorHAnsi"/>
          <w:b/>
        </w:rPr>
        <w:t>…………………………………………………………..……………..</w:t>
      </w:r>
      <w:r w:rsidRPr="00C03D95">
        <w:rPr>
          <w:rFonts w:asciiTheme="minorHAnsi" w:hAnsiTheme="minorHAnsi" w:cstheme="minorHAnsi"/>
          <w:b/>
        </w:rPr>
        <w:sym w:font="Wingdings" w:char="F022"/>
      </w:r>
      <w:r w:rsidRPr="00C03D95">
        <w:rPr>
          <w:rFonts w:asciiTheme="minorHAnsi" w:hAnsiTheme="minorHAnsi" w:cstheme="minorHAnsi"/>
          <w:b/>
        </w:rPr>
        <w:t>………………………………………………………………………..…</w:t>
      </w:r>
      <w:r w:rsidRPr="00C03D95">
        <w:rPr>
          <w:rFonts w:asciiTheme="minorHAnsi" w:hAnsiTheme="minorHAnsi" w:cstheme="minorHAnsi"/>
          <w:b/>
        </w:rPr>
        <w:sym w:font="Wingdings" w:char="F022"/>
      </w:r>
    </w:p>
    <w:p w:rsidR="002C4FB4" w:rsidRDefault="00D17B41" w:rsidP="00D926BA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A1B59">
        <w:rPr>
          <w:b/>
          <w:sz w:val="24"/>
          <w:szCs w:val="24"/>
        </w:rPr>
        <w:t xml:space="preserve"> enclose </w:t>
      </w:r>
      <w:r w:rsidR="0064295C">
        <w:rPr>
          <w:b/>
          <w:sz w:val="24"/>
          <w:szCs w:val="24"/>
        </w:rPr>
        <w:t>$2</w:t>
      </w:r>
      <w:r w:rsidR="008A66DC">
        <w:rPr>
          <w:b/>
          <w:sz w:val="24"/>
          <w:szCs w:val="24"/>
        </w:rPr>
        <w:t>0</w:t>
      </w:r>
      <w:r w:rsidR="002C4FB4" w:rsidRPr="00C03D95">
        <w:rPr>
          <w:b/>
          <w:sz w:val="24"/>
          <w:szCs w:val="24"/>
        </w:rPr>
        <w:t xml:space="preserve"> </w:t>
      </w:r>
      <w:r w:rsidR="0064295C">
        <w:rPr>
          <w:b/>
          <w:sz w:val="24"/>
          <w:szCs w:val="24"/>
        </w:rPr>
        <w:t xml:space="preserve">for the </w:t>
      </w:r>
      <w:r w:rsidR="00BF7800">
        <w:rPr>
          <w:b/>
          <w:sz w:val="24"/>
          <w:szCs w:val="24"/>
        </w:rPr>
        <w:t>Summer</w:t>
      </w:r>
      <w:r w:rsidR="0064295C">
        <w:rPr>
          <w:b/>
          <w:sz w:val="24"/>
          <w:szCs w:val="24"/>
        </w:rPr>
        <w:t xml:space="preserve"> interschool sport program </w:t>
      </w:r>
      <w:r w:rsidR="00BA1B59">
        <w:rPr>
          <w:b/>
          <w:sz w:val="24"/>
          <w:szCs w:val="24"/>
        </w:rPr>
        <w:t xml:space="preserve">due by </w:t>
      </w:r>
      <w:r w:rsidR="00BF7800">
        <w:rPr>
          <w:b/>
          <w:sz w:val="24"/>
          <w:szCs w:val="24"/>
        </w:rPr>
        <w:t>August 9th</w:t>
      </w:r>
      <w:r w:rsidR="00DA62CC">
        <w:rPr>
          <w:b/>
          <w:sz w:val="24"/>
          <w:szCs w:val="24"/>
        </w:rPr>
        <w:t xml:space="preserve"> 2019</w:t>
      </w:r>
    </w:p>
    <w:p w:rsidR="007D4EBD" w:rsidRPr="00C03D95" w:rsidRDefault="007D4EBD" w:rsidP="00D926BA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Please deduct $2</w:t>
      </w:r>
      <w:r w:rsidR="008A66DC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from my CSEF funds</w:t>
      </w:r>
    </w:p>
    <w:p w:rsidR="002C4FB4" w:rsidRDefault="002C4FB4" w:rsidP="002C4FB4">
      <w:pPr>
        <w:spacing w:after="0" w:line="240" w:lineRule="auto"/>
        <w:rPr>
          <w:b/>
        </w:rPr>
      </w:pPr>
    </w:p>
    <w:p w:rsidR="00F62F5F" w:rsidRDefault="00F62F5F" w:rsidP="00447976">
      <w:pPr>
        <w:pStyle w:val="Heading5"/>
        <w:jc w:val="center"/>
        <w:rPr>
          <w:sz w:val="20"/>
          <w:szCs w:val="20"/>
        </w:rPr>
      </w:pPr>
    </w:p>
    <w:p w:rsidR="00447976" w:rsidRPr="00447976" w:rsidRDefault="00A42F3D" w:rsidP="00447976">
      <w:pPr>
        <w:pStyle w:val="Heading5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sz w:val="20"/>
          <w:szCs w:val="20"/>
        </w:rPr>
        <w:t>201</w:t>
      </w:r>
      <w:r w:rsidR="008A66DC">
        <w:rPr>
          <w:sz w:val="20"/>
          <w:szCs w:val="20"/>
        </w:rPr>
        <w:t>9</w:t>
      </w:r>
      <w:r w:rsidR="00F10D2F">
        <w:rPr>
          <w:sz w:val="20"/>
          <w:szCs w:val="20"/>
        </w:rPr>
        <w:t xml:space="preserve"> </w:t>
      </w:r>
      <w:r w:rsidR="00BF7800">
        <w:rPr>
          <w:sz w:val="20"/>
          <w:szCs w:val="20"/>
        </w:rPr>
        <w:t>Summer</w:t>
      </w:r>
      <w:r w:rsidR="00447976" w:rsidRPr="00447976">
        <w:rPr>
          <w:sz w:val="20"/>
          <w:szCs w:val="20"/>
        </w:rPr>
        <w:t xml:space="preserve"> </w:t>
      </w:r>
      <w:r w:rsidR="0064295C">
        <w:rPr>
          <w:sz w:val="20"/>
          <w:szCs w:val="20"/>
        </w:rPr>
        <w:t>Interschool Sport</w:t>
      </w:r>
    </w:p>
    <w:p w:rsidR="00447976" w:rsidRDefault="00447976" w:rsidP="002C4FB4">
      <w:pPr>
        <w:pStyle w:val="Heading5"/>
        <w:rPr>
          <w:rFonts w:asciiTheme="minorHAnsi" w:hAnsiTheme="minorHAnsi" w:cstheme="minorHAnsi"/>
          <w:i/>
          <w:szCs w:val="22"/>
        </w:rPr>
      </w:pPr>
    </w:p>
    <w:p w:rsidR="002C4FB4" w:rsidRPr="00C03D95" w:rsidRDefault="002C4FB4" w:rsidP="002C4FB4">
      <w:pPr>
        <w:pStyle w:val="Heading5"/>
        <w:rPr>
          <w:rFonts w:asciiTheme="minorHAnsi" w:hAnsiTheme="minorHAnsi" w:cstheme="minorHAnsi"/>
          <w:i/>
          <w:szCs w:val="22"/>
        </w:rPr>
      </w:pPr>
      <w:r w:rsidRPr="00C03D95">
        <w:rPr>
          <w:rFonts w:asciiTheme="minorHAnsi" w:hAnsiTheme="minorHAnsi" w:cstheme="minorHAnsi"/>
          <w:i/>
          <w:szCs w:val="22"/>
        </w:rPr>
        <w:t>Student’s Name</w:t>
      </w:r>
      <w:proofErr w:type="gramStart"/>
      <w:r w:rsidRPr="00C03D95">
        <w:rPr>
          <w:rFonts w:asciiTheme="minorHAnsi" w:hAnsiTheme="minorHAnsi" w:cstheme="minorHAnsi"/>
          <w:i/>
          <w:szCs w:val="22"/>
        </w:rPr>
        <w:t>:_</w:t>
      </w:r>
      <w:proofErr w:type="gramEnd"/>
      <w:r w:rsidRPr="00C03D95">
        <w:rPr>
          <w:rFonts w:asciiTheme="minorHAnsi" w:hAnsiTheme="minorHAnsi" w:cstheme="minorHAnsi"/>
          <w:i/>
          <w:szCs w:val="22"/>
        </w:rPr>
        <w:t>_______________________________________  Grade: _________________</w:t>
      </w:r>
    </w:p>
    <w:p w:rsidR="00C03D95" w:rsidRPr="00C03D95" w:rsidRDefault="00C03D95" w:rsidP="002C4FB4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  <w:r w:rsidRPr="00C03D95">
        <w:rPr>
          <w:rFonts w:asciiTheme="minorHAnsi" w:hAnsiTheme="minorHAnsi" w:cstheme="minorHAnsi"/>
          <w:i/>
        </w:rPr>
        <w:t>I believe my child to be free from any physical ailment or disability, which would make it inadvisable for him/her to take part in the above-mentioned activity.  Please note any illness, disability or medication requirements for my child listed below:</w:t>
      </w:r>
    </w:p>
    <w:p w:rsidR="002C4FB4" w:rsidRPr="00C03D95" w:rsidRDefault="002C4FB4" w:rsidP="00D926BA">
      <w:pPr>
        <w:pBdr>
          <w:bottom w:val="single" w:sz="12" w:space="1" w:color="auto"/>
        </w:pBdr>
        <w:spacing w:after="0" w:line="240" w:lineRule="auto"/>
        <w:rPr>
          <w:rFonts w:asciiTheme="minorHAnsi" w:hAnsiTheme="minorHAnsi" w:cstheme="minorHAnsi"/>
          <w:i/>
        </w:rPr>
      </w:pP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  <w:r w:rsidRPr="00C03D95">
        <w:rPr>
          <w:rFonts w:asciiTheme="minorHAnsi" w:hAnsiTheme="minorHAnsi" w:cstheme="minorHAnsi"/>
          <w:i/>
        </w:rPr>
        <w:t xml:space="preserve">My child will conform strictly to all conditions and reasonable directions issued by staff supervising this excursion/activity.  Should my child not conform </w:t>
      </w:r>
      <w:r w:rsidR="00EC2C1C" w:rsidRPr="00C03D95">
        <w:rPr>
          <w:rFonts w:asciiTheme="minorHAnsi" w:hAnsiTheme="minorHAnsi" w:cstheme="minorHAnsi"/>
          <w:i/>
        </w:rPr>
        <w:t>to</w:t>
      </w:r>
      <w:r w:rsidRPr="00C03D95">
        <w:rPr>
          <w:rFonts w:asciiTheme="minorHAnsi" w:hAnsiTheme="minorHAnsi" w:cstheme="minorHAnsi"/>
          <w:i/>
        </w:rPr>
        <w:t xml:space="preserve"> such requirements I authorise the teacher in charge to return my child to the school at my expense.</w:t>
      </w: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  <w:r w:rsidRPr="00C03D95">
        <w:rPr>
          <w:rFonts w:asciiTheme="minorHAnsi" w:hAnsiTheme="minorHAnsi" w:cstheme="minorHAnsi"/>
          <w:i/>
        </w:rPr>
        <w:t>In the case of illness or accident I authorise the teacher in charge of the excursion/activity to consent to my child receiving such medical or surgical treatment as may be deemed necessary which may include ambulance transport at my expense</w:t>
      </w:r>
      <w:r w:rsidR="00BF7800">
        <w:rPr>
          <w:rFonts w:asciiTheme="minorHAnsi" w:hAnsiTheme="minorHAnsi" w:cstheme="minorHAnsi"/>
          <w:i/>
        </w:rPr>
        <w:t>.</w:t>
      </w:r>
      <w:r w:rsidRPr="00C03D95">
        <w:rPr>
          <w:rFonts w:asciiTheme="minorHAnsi" w:hAnsiTheme="minorHAnsi" w:cstheme="minorHAnsi"/>
          <w:i/>
        </w:rPr>
        <w:t xml:space="preserve"> </w:t>
      </w:r>
      <w:r w:rsidR="00BF7800">
        <w:rPr>
          <w:rFonts w:asciiTheme="minorHAnsi" w:hAnsiTheme="minorHAnsi" w:cstheme="minorHAnsi"/>
          <w:i/>
        </w:rPr>
        <w:t xml:space="preserve"> </w:t>
      </w: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i/>
        </w:rPr>
      </w:pPr>
    </w:p>
    <w:p w:rsidR="002C4FB4" w:rsidRPr="00C03D95" w:rsidRDefault="00D926BA" w:rsidP="002C4FB4">
      <w:pPr>
        <w:spacing w:after="0" w:line="240" w:lineRule="auto"/>
        <w:rPr>
          <w:rFonts w:asciiTheme="minorHAnsi" w:hAnsiTheme="minorHAnsi" w:cstheme="minorHAnsi"/>
          <w:i/>
        </w:rPr>
      </w:pPr>
      <w:r w:rsidRPr="00C03D95">
        <w:rPr>
          <w:rFonts w:asciiTheme="minorHAnsi" w:hAnsiTheme="minorHAnsi" w:cstheme="minorHAnsi"/>
          <w:b/>
          <w:bCs/>
          <w:i/>
        </w:rPr>
        <w:t>Contact numbers:</w:t>
      </w:r>
      <w:r w:rsidR="0064295C">
        <w:rPr>
          <w:rFonts w:asciiTheme="minorHAnsi" w:hAnsiTheme="minorHAnsi" w:cstheme="minorHAnsi"/>
          <w:b/>
          <w:bCs/>
          <w:i/>
        </w:rPr>
        <w:t xml:space="preserve">   </w:t>
      </w:r>
      <w:r w:rsidRPr="00C03D95">
        <w:rPr>
          <w:rFonts w:asciiTheme="minorHAnsi" w:hAnsiTheme="minorHAnsi" w:cstheme="minorHAnsi"/>
          <w:b/>
          <w:bCs/>
          <w:i/>
        </w:rPr>
        <w:t xml:space="preserve"> _______________________________</w:t>
      </w:r>
      <w:r w:rsidR="0064295C" w:rsidRPr="00C03D95">
        <w:rPr>
          <w:rFonts w:asciiTheme="minorHAnsi" w:hAnsiTheme="minorHAnsi" w:cstheme="minorHAnsi"/>
          <w:b/>
          <w:bCs/>
          <w:i/>
        </w:rPr>
        <w:t>____________________________________</w:t>
      </w:r>
    </w:p>
    <w:p w:rsidR="002C4FB4" w:rsidRPr="00C03D95" w:rsidRDefault="002C4FB4" w:rsidP="002C4FB4">
      <w:pPr>
        <w:spacing w:after="0" w:line="240" w:lineRule="auto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:rsidR="002C4FB4" w:rsidRPr="00BB67F1" w:rsidRDefault="0019525D" w:rsidP="00BB67F1">
      <w:pPr>
        <w:spacing w:after="0" w:line="240" w:lineRule="auto"/>
        <w:rPr>
          <w:rFonts w:asciiTheme="minorHAnsi" w:hAnsiTheme="minorHAnsi" w:cstheme="minorHAnsi"/>
          <w:i/>
          <w:lang w:eastAsia="ja-JP"/>
        </w:rPr>
      </w:pPr>
      <w:r>
        <w:rPr>
          <w:rFonts w:asciiTheme="minorHAnsi" w:hAnsiTheme="minorHAnsi" w:cstheme="minorHAnsi"/>
          <w:b/>
          <w:bCs/>
          <w:i/>
        </w:rPr>
        <w:t>Signature o</w:t>
      </w:r>
      <w:r w:rsidR="00D926BA" w:rsidRPr="00C03D95">
        <w:rPr>
          <w:rFonts w:asciiTheme="minorHAnsi" w:hAnsiTheme="minorHAnsi" w:cstheme="minorHAnsi"/>
          <w:b/>
          <w:bCs/>
          <w:i/>
        </w:rPr>
        <w:t xml:space="preserve">f Parent/Guardian:  </w:t>
      </w:r>
      <w:r w:rsidR="00D926BA" w:rsidRPr="00C03D95">
        <w:rPr>
          <w:rFonts w:asciiTheme="minorHAnsi" w:hAnsiTheme="minorHAnsi" w:cstheme="minorHAnsi"/>
          <w:i/>
        </w:rPr>
        <w:t>___________________</w:t>
      </w:r>
      <w:r w:rsidR="00D926BA" w:rsidRPr="00C03D95">
        <w:rPr>
          <w:rFonts w:asciiTheme="minorHAnsi" w:hAnsiTheme="minorHAnsi" w:cstheme="minorHAnsi"/>
          <w:i/>
          <w:lang w:eastAsia="ja-JP"/>
        </w:rPr>
        <w:t xml:space="preserve">_____________ </w:t>
      </w:r>
      <w:r w:rsidR="00D926BA" w:rsidRPr="00C03D95">
        <w:rPr>
          <w:rFonts w:asciiTheme="minorHAnsi" w:hAnsiTheme="minorHAnsi" w:cstheme="minorHAnsi"/>
          <w:b/>
          <w:bCs/>
          <w:i/>
        </w:rPr>
        <w:t>Date</w:t>
      </w:r>
      <w:r w:rsidR="00D926BA" w:rsidRPr="00C03D95">
        <w:rPr>
          <w:rFonts w:asciiTheme="minorHAnsi" w:hAnsiTheme="minorHAnsi" w:cstheme="minorHAnsi"/>
          <w:i/>
        </w:rPr>
        <w:t>: ___________________</w:t>
      </w:r>
    </w:p>
    <w:sectPr w:rsidR="002C4FB4" w:rsidRPr="00BB67F1" w:rsidSect="00E57BEE">
      <w:footerReference w:type="default" r:id="rId9"/>
      <w:pgSz w:w="11907" w:h="16840" w:code="9"/>
      <w:pgMar w:top="567" w:right="1417" w:bottom="567" w:left="680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35" w:rsidRDefault="00930E35">
      <w:pPr>
        <w:spacing w:after="0" w:line="240" w:lineRule="auto"/>
      </w:pPr>
      <w:r>
        <w:separator/>
      </w:r>
    </w:p>
  </w:endnote>
  <w:endnote w:type="continuationSeparator" w:id="0">
    <w:p w:rsidR="00930E35" w:rsidRDefault="0093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2D" w:rsidRPr="001470F1" w:rsidRDefault="00E9132D" w:rsidP="00E57BEE">
    <w:pPr>
      <w:pStyle w:val="Footer"/>
      <w:pBdr>
        <w:top w:val="single" w:sz="4" w:space="1" w:color="auto"/>
      </w:pBdr>
      <w:jc w:val="center"/>
      <w:rPr>
        <w:color w:val="990033"/>
        <w:sz w:val="16"/>
        <w:lang w:val="en-US"/>
      </w:rPr>
    </w:pPr>
    <w:r w:rsidRPr="001470F1">
      <w:rPr>
        <w:color w:val="990033"/>
        <w:sz w:val="16"/>
        <w:lang w:val="en-US"/>
      </w:rPr>
      <w:t xml:space="preserve">495 Princes Hwy, NOBLE PARK     Phone: 9546 9210       </w:t>
    </w:r>
  </w:p>
  <w:p w:rsidR="00E9132D" w:rsidRPr="001470F1" w:rsidRDefault="00E9132D" w:rsidP="00E57BEE">
    <w:pPr>
      <w:pStyle w:val="Footer"/>
      <w:pBdr>
        <w:top w:val="single" w:sz="4" w:space="1" w:color="auto"/>
      </w:pBdr>
      <w:jc w:val="center"/>
      <w:rPr>
        <w:rFonts w:ascii="Arial" w:hAnsi="Arial"/>
        <w:color w:val="990033"/>
        <w:sz w:val="16"/>
        <w:lang w:val="en-US"/>
      </w:rPr>
    </w:pPr>
    <w:r>
      <w:rPr>
        <w:color w:val="990033"/>
        <w:sz w:val="16"/>
        <w:lang w:val="en-US"/>
      </w:rPr>
      <w:t>harrisfield.ps</w:t>
    </w:r>
    <w:r w:rsidRPr="001470F1">
      <w:rPr>
        <w:color w:val="990033"/>
        <w:sz w:val="16"/>
        <w:lang w:val="en-US"/>
      </w:rPr>
      <w:t>@edumail.vic.gov.au</w:t>
    </w:r>
  </w:p>
  <w:p w:rsidR="00E9132D" w:rsidRDefault="00E9132D" w:rsidP="00E57BEE">
    <w:pPr>
      <w:pStyle w:val="Footer"/>
      <w:pBdr>
        <w:top w:val="single" w:sz="4" w:space="1" w:color="auto"/>
      </w:pBdr>
      <w:jc w:val="center"/>
      <w:rPr>
        <w:sz w:val="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35" w:rsidRDefault="00930E35">
      <w:pPr>
        <w:spacing w:after="0" w:line="240" w:lineRule="auto"/>
      </w:pPr>
      <w:r>
        <w:separator/>
      </w:r>
    </w:p>
  </w:footnote>
  <w:footnote w:type="continuationSeparator" w:id="0">
    <w:p w:rsidR="00930E35" w:rsidRDefault="00930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2986"/>
    <w:multiLevelType w:val="hybridMultilevel"/>
    <w:tmpl w:val="63645F84"/>
    <w:lvl w:ilvl="0" w:tplc="2F4C0028">
      <w:start w:val="495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E5A27"/>
    <w:multiLevelType w:val="hybridMultilevel"/>
    <w:tmpl w:val="F74E1D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32D"/>
    <w:rsid w:val="00081099"/>
    <w:rsid w:val="000D0B4A"/>
    <w:rsid w:val="0012021D"/>
    <w:rsid w:val="001338AA"/>
    <w:rsid w:val="0019525D"/>
    <w:rsid w:val="00195D57"/>
    <w:rsid w:val="001E168A"/>
    <w:rsid w:val="00207516"/>
    <w:rsid w:val="002566A9"/>
    <w:rsid w:val="00287855"/>
    <w:rsid w:val="002C4FB4"/>
    <w:rsid w:val="00351416"/>
    <w:rsid w:val="0041031E"/>
    <w:rsid w:val="00447976"/>
    <w:rsid w:val="00480422"/>
    <w:rsid w:val="004B57DF"/>
    <w:rsid w:val="004E4FAD"/>
    <w:rsid w:val="0050294D"/>
    <w:rsid w:val="0059216B"/>
    <w:rsid w:val="005C33E7"/>
    <w:rsid w:val="005D0E77"/>
    <w:rsid w:val="005E4423"/>
    <w:rsid w:val="00612008"/>
    <w:rsid w:val="00624A72"/>
    <w:rsid w:val="0064295C"/>
    <w:rsid w:val="00655EC8"/>
    <w:rsid w:val="00681A72"/>
    <w:rsid w:val="006B0A73"/>
    <w:rsid w:val="006F0089"/>
    <w:rsid w:val="007D2D11"/>
    <w:rsid w:val="007D4EBD"/>
    <w:rsid w:val="008050FC"/>
    <w:rsid w:val="0082756E"/>
    <w:rsid w:val="00872FB5"/>
    <w:rsid w:val="008A66DC"/>
    <w:rsid w:val="008E1E28"/>
    <w:rsid w:val="00930E35"/>
    <w:rsid w:val="0093427D"/>
    <w:rsid w:val="009C722A"/>
    <w:rsid w:val="00A344CF"/>
    <w:rsid w:val="00A42F3D"/>
    <w:rsid w:val="00AA26D5"/>
    <w:rsid w:val="00AA6D10"/>
    <w:rsid w:val="00AB67C4"/>
    <w:rsid w:val="00B4713E"/>
    <w:rsid w:val="00B94196"/>
    <w:rsid w:val="00BA1B59"/>
    <w:rsid w:val="00BB67F1"/>
    <w:rsid w:val="00BF7800"/>
    <w:rsid w:val="00C03D95"/>
    <w:rsid w:val="00C421C6"/>
    <w:rsid w:val="00C9552A"/>
    <w:rsid w:val="00D17B41"/>
    <w:rsid w:val="00D51DDE"/>
    <w:rsid w:val="00D63960"/>
    <w:rsid w:val="00D90E38"/>
    <w:rsid w:val="00D926BA"/>
    <w:rsid w:val="00DA5A95"/>
    <w:rsid w:val="00DA62CC"/>
    <w:rsid w:val="00DB091F"/>
    <w:rsid w:val="00DC448C"/>
    <w:rsid w:val="00E213D5"/>
    <w:rsid w:val="00E57BEE"/>
    <w:rsid w:val="00E9132D"/>
    <w:rsid w:val="00EC2C1C"/>
    <w:rsid w:val="00F10D2F"/>
    <w:rsid w:val="00F62F5F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50814"/>
  <w15:docId w15:val="{80EAB8E9-85A7-474D-8C27-CCB99D16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2C4FB4"/>
    <w:pPr>
      <w:keepNext/>
      <w:spacing w:after="0" w:line="240" w:lineRule="auto"/>
      <w:outlineLvl w:val="4"/>
    </w:pPr>
    <w:rPr>
      <w:rFonts w:ascii="Arial" w:eastAsia="MS Mincho" w:hAnsi="Arial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09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91F"/>
  </w:style>
  <w:style w:type="paragraph" w:styleId="BalloonText">
    <w:name w:val="Balloon Text"/>
    <w:basedOn w:val="Normal"/>
    <w:link w:val="BalloonTextChar"/>
    <w:uiPriority w:val="99"/>
    <w:semiHidden/>
    <w:unhideWhenUsed/>
    <w:rsid w:val="00DB0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09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67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7C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C722A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C4FB4"/>
    <w:rPr>
      <w:rFonts w:ascii="Arial" w:eastAsia="MS Mincho" w:hAnsi="Arial"/>
      <w:b/>
      <w:bCs/>
      <w:sz w:val="22"/>
      <w:szCs w:val="24"/>
      <w:lang w:eastAsia="en-US"/>
    </w:rPr>
  </w:style>
  <w:style w:type="table" w:styleId="TableGrid">
    <w:name w:val="Table Grid"/>
    <w:basedOn w:val="TableNormal"/>
    <w:uiPriority w:val="59"/>
    <w:rsid w:val="002C4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342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295765\Documents\My%20Documents\Work%20program\Swimming\Swimming%20consent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66C3-A1E6-4765-BE16-AD284035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Swimming consent 2013</Template>
  <TotalTime>35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08295765</dc:creator>
  <cp:lastModifiedBy>Hall, Belinda J</cp:lastModifiedBy>
  <cp:revision>6</cp:revision>
  <cp:lastPrinted>2019-07-18T01:10:00Z</cp:lastPrinted>
  <dcterms:created xsi:type="dcterms:W3CDTF">2019-07-18T00:58:00Z</dcterms:created>
  <dcterms:modified xsi:type="dcterms:W3CDTF">2019-07-18T01:35:00Z</dcterms:modified>
</cp:coreProperties>
</file>